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624"/>
        <w:gridCol w:w="7314"/>
        <w:gridCol w:w="1701"/>
      </w:tblGrid>
      <w:tr w:rsidR="00AA75FA" w:rsidTr="008148EA">
        <w:trPr>
          <w:cantSplit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B9484A" w:rsidRDefault="008148EA" w:rsidP="002A790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</w:t>
            </w:r>
            <w:r w:rsidR="007E513A">
              <w:rPr>
                <w:szCs w:val="28"/>
              </w:rPr>
              <w:t xml:space="preserve"> </w:t>
            </w:r>
            <w:r w:rsidR="00C3442C" w:rsidRPr="002A7901">
              <w:rPr>
                <w:szCs w:val="28"/>
              </w:rPr>
              <w:t xml:space="preserve">      </w:t>
            </w:r>
          </w:p>
          <w:p w:rsidR="00AA75FA" w:rsidRPr="00BC5F4C" w:rsidRDefault="00AA75FA" w:rsidP="00B9484A">
            <w:pPr>
              <w:ind w:left="4385" w:firstLine="718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Приложение </w:t>
            </w:r>
            <w:r w:rsidR="00BC5F4C">
              <w:rPr>
                <w:szCs w:val="28"/>
              </w:rPr>
              <w:t>№ 14</w:t>
            </w:r>
          </w:p>
        </w:tc>
      </w:tr>
      <w:tr w:rsidR="00C3442C" w:rsidTr="007E6C06">
        <w:trPr>
          <w:cantSplit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C3442C" w:rsidRPr="002A572F" w:rsidRDefault="00C3442C" w:rsidP="00C3442C">
            <w:pPr>
              <w:ind w:left="5103"/>
              <w:rPr>
                <w:bCs/>
                <w:szCs w:val="28"/>
              </w:rPr>
            </w:pPr>
            <w:r w:rsidRPr="002A572F">
              <w:rPr>
                <w:bCs/>
                <w:szCs w:val="28"/>
              </w:rPr>
              <w:t>к решению Совета муниципального</w:t>
            </w:r>
          </w:p>
        </w:tc>
      </w:tr>
      <w:tr w:rsidR="00C3442C" w:rsidTr="007E6C06">
        <w:trPr>
          <w:cantSplit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C3442C" w:rsidRPr="002A572F" w:rsidRDefault="00C3442C" w:rsidP="00C3442C">
            <w:pPr>
              <w:ind w:left="5103"/>
              <w:rPr>
                <w:bCs/>
                <w:szCs w:val="28"/>
              </w:rPr>
            </w:pPr>
            <w:r w:rsidRPr="002A572F">
              <w:rPr>
                <w:bCs/>
                <w:szCs w:val="28"/>
              </w:rPr>
              <w:t xml:space="preserve">образования </w:t>
            </w:r>
            <w:proofErr w:type="spellStart"/>
            <w:r w:rsidRPr="002A572F">
              <w:rPr>
                <w:bCs/>
                <w:szCs w:val="28"/>
              </w:rPr>
              <w:t>Новокубанский</w:t>
            </w:r>
            <w:proofErr w:type="spellEnd"/>
            <w:r w:rsidRPr="002A572F">
              <w:rPr>
                <w:bCs/>
                <w:szCs w:val="28"/>
              </w:rPr>
              <w:t xml:space="preserve"> район</w:t>
            </w:r>
          </w:p>
        </w:tc>
      </w:tr>
      <w:tr w:rsidR="00C3442C" w:rsidTr="007E6C06">
        <w:trPr>
          <w:cantSplit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C3442C" w:rsidRPr="001F120C" w:rsidRDefault="00C3442C" w:rsidP="001F120C">
            <w:pPr>
              <w:tabs>
                <w:tab w:val="left" w:pos="4820"/>
                <w:tab w:val="left" w:pos="9653"/>
              </w:tabs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 xml:space="preserve">                                                                        </w:t>
            </w:r>
            <w:r w:rsidRPr="002A572F">
              <w:rPr>
                <w:szCs w:val="28"/>
                <w:lang w:val="en-US"/>
              </w:rPr>
              <w:t xml:space="preserve"> </w:t>
            </w:r>
            <w:r w:rsidR="0001293A" w:rsidRPr="00C94E78">
              <w:rPr>
                <w:szCs w:val="28"/>
              </w:rPr>
              <w:t xml:space="preserve">от </w:t>
            </w:r>
            <w:r w:rsidR="0001293A">
              <w:rPr>
                <w:szCs w:val="28"/>
              </w:rPr>
              <w:t>22 ноября 2018 года</w:t>
            </w:r>
            <w:r w:rsidR="0001293A" w:rsidRPr="00C94E78">
              <w:rPr>
                <w:szCs w:val="28"/>
              </w:rPr>
              <w:t xml:space="preserve"> № </w:t>
            </w:r>
            <w:r w:rsidR="0001293A">
              <w:rPr>
                <w:szCs w:val="28"/>
              </w:rPr>
              <w:t>380</w:t>
            </w:r>
            <w:bookmarkStart w:id="0" w:name="_GoBack"/>
            <w:bookmarkEnd w:id="0"/>
          </w:p>
        </w:tc>
      </w:tr>
      <w:tr w:rsidR="00627195" w:rsidTr="007E6C06">
        <w:trPr>
          <w:cantSplit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627195" w:rsidRDefault="00627195" w:rsidP="00C3442C">
            <w:pPr>
              <w:tabs>
                <w:tab w:val="left" w:pos="4820"/>
                <w:tab w:val="left" w:pos="9653"/>
              </w:tabs>
              <w:rPr>
                <w:szCs w:val="28"/>
              </w:rPr>
            </w:pPr>
          </w:p>
          <w:p w:rsidR="00EA3257" w:rsidRPr="00EA3257" w:rsidRDefault="00EA3257" w:rsidP="00C3442C">
            <w:pPr>
              <w:tabs>
                <w:tab w:val="left" w:pos="4820"/>
                <w:tab w:val="left" w:pos="9653"/>
              </w:tabs>
              <w:rPr>
                <w:szCs w:val="28"/>
              </w:rPr>
            </w:pPr>
          </w:p>
        </w:tc>
      </w:tr>
      <w:tr w:rsidR="00AA75FA" w:rsidTr="008148EA">
        <w:trPr>
          <w:cantSplit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CC7" w:rsidRPr="002A7901" w:rsidRDefault="00295CC7" w:rsidP="00CC2D3F">
            <w:pPr>
              <w:rPr>
                <w:szCs w:val="28"/>
                <w:lang w:val="en-US"/>
              </w:rPr>
            </w:pPr>
          </w:p>
        </w:tc>
      </w:tr>
      <w:tr w:rsidR="00AA75FA" w:rsidTr="008148EA">
        <w:trPr>
          <w:cantSplit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75FA" w:rsidRDefault="00AA75FA" w:rsidP="00CC2D3F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Объем бюджетных ассигнований, направляемых на социальную</w:t>
            </w:r>
            <w:r w:rsidR="00B46B01">
              <w:rPr>
                <w:b/>
                <w:bCs/>
                <w:szCs w:val="28"/>
              </w:rPr>
              <w:t xml:space="preserve">             </w:t>
            </w:r>
            <w:r>
              <w:rPr>
                <w:b/>
                <w:bCs/>
                <w:szCs w:val="28"/>
              </w:rPr>
              <w:t xml:space="preserve"> поддержку детей и семей, имеющих детей</w:t>
            </w:r>
            <w:r w:rsidR="0044291F">
              <w:rPr>
                <w:b/>
                <w:bCs/>
                <w:szCs w:val="28"/>
              </w:rPr>
              <w:t>,</w:t>
            </w:r>
            <w:r w:rsidR="001F120C">
              <w:rPr>
                <w:b/>
                <w:bCs/>
                <w:szCs w:val="28"/>
              </w:rPr>
              <w:t xml:space="preserve"> на 201</w:t>
            </w:r>
            <w:r w:rsidR="001F120C">
              <w:rPr>
                <w:b/>
                <w:bCs/>
                <w:szCs w:val="28"/>
                <w:lang w:val="en-US"/>
              </w:rPr>
              <w:t>9</w:t>
            </w:r>
            <w:r>
              <w:rPr>
                <w:b/>
                <w:bCs/>
                <w:szCs w:val="28"/>
              </w:rPr>
              <w:t xml:space="preserve"> год </w:t>
            </w:r>
          </w:p>
          <w:p w:rsidR="00B46B01" w:rsidRPr="00B46B01" w:rsidRDefault="00B46B01" w:rsidP="00CC2D3F">
            <w:pPr>
              <w:jc w:val="center"/>
              <w:rPr>
                <w:b/>
                <w:bCs/>
                <w:sz w:val="20"/>
                <w:szCs w:val="28"/>
              </w:rPr>
            </w:pPr>
          </w:p>
        </w:tc>
      </w:tr>
      <w:tr w:rsidR="00AA75FA" w:rsidTr="008148EA">
        <w:trPr>
          <w:cantSplit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75FA" w:rsidRDefault="00AA75FA" w:rsidP="00CC2D3F">
            <w:pPr>
              <w:jc w:val="center"/>
              <w:rPr>
                <w:b/>
                <w:bCs/>
                <w:szCs w:val="28"/>
              </w:rPr>
            </w:pPr>
          </w:p>
        </w:tc>
      </w:tr>
      <w:tr w:rsidR="00AA75FA" w:rsidTr="008148EA">
        <w:trPr>
          <w:cantSplit/>
        </w:trPr>
        <w:tc>
          <w:tcPr>
            <w:tcW w:w="963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75FA" w:rsidRDefault="00AA75FA" w:rsidP="00CC2D3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(тыс. рублей)</w:t>
            </w:r>
          </w:p>
        </w:tc>
      </w:tr>
      <w:tr w:rsidR="00AA75FA" w:rsidTr="008148EA">
        <w:trPr>
          <w:cantSplit/>
          <w:trHeight w:val="322"/>
        </w:trPr>
        <w:tc>
          <w:tcPr>
            <w:tcW w:w="6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5FA" w:rsidRPr="00EA3257" w:rsidRDefault="00AA75FA" w:rsidP="00CC2D3F">
            <w:pPr>
              <w:jc w:val="center"/>
              <w:rPr>
                <w:szCs w:val="28"/>
              </w:rPr>
            </w:pPr>
            <w:r w:rsidRPr="00EA3257">
              <w:rPr>
                <w:szCs w:val="28"/>
              </w:rPr>
              <w:t xml:space="preserve">№ </w:t>
            </w:r>
            <w:proofErr w:type="gramStart"/>
            <w:r w:rsidRPr="00EA3257">
              <w:rPr>
                <w:szCs w:val="28"/>
              </w:rPr>
              <w:t>п</w:t>
            </w:r>
            <w:proofErr w:type="gramEnd"/>
            <w:r w:rsidRPr="00EA3257">
              <w:rPr>
                <w:szCs w:val="28"/>
              </w:rPr>
              <w:t>/п</w:t>
            </w:r>
          </w:p>
        </w:tc>
        <w:tc>
          <w:tcPr>
            <w:tcW w:w="7314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5FA" w:rsidRPr="00EA3257" w:rsidRDefault="00AA75FA" w:rsidP="00CC2D3F">
            <w:pPr>
              <w:jc w:val="center"/>
              <w:rPr>
                <w:szCs w:val="28"/>
              </w:rPr>
            </w:pPr>
            <w:r w:rsidRPr="00EA3257">
              <w:rPr>
                <w:szCs w:val="28"/>
              </w:rPr>
              <w:t>Направление расходов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5FA" w:rsidRPr="00EA3257" w:rsidRDefault="00CC2D3F" w:rsidP="00EA3257">
            <w:pPr>
              <w:rPr>
                <w:szCs w:val="28"/>
              </w:rPr>
            </w:pPr>
            <w:r w:rsidRPr="00EA3257">
              <w:rPr>
                <w:szCs w:val="28"/>
              </w:rPr>
              <w:t>Сумма</w:t>
            </w:r>
          </w:p>
        </w:tc>
      </w:tr>
      <w:tr w:rsidR="00AA75FA" w:rsidTr="008148EA">
        <w:trPr>
          <w:cantSplit/>
          <w:trHeight w:val="322"/>
        </w:trPr>
        <w:tc>
          <w:tcPr>
            <w:tcW w:w="6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5FA" w:rsidRDefault="00AA75FA" w:rsidP="00CC2D3F">
            <w:pPr>
              <w:rPr>
                <w:szCs w:val="28"/>
              </w:rPr>
            </w:pPr>
          </w:p>
        </w:tc>
        <w:tc>
          <w:tcPr>
            <w:tcW w:w="731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5FA" w:rsidRDefault="00AA75FA" w:rsidP="00CC2D3F">
            <w:pPr>
              <w:rPr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5FA" w:rsidRDefault="00AA75FA" w:rsidP="00CC2D3F">
            <w:pPr>
              <w:rPr>
                <w:szCs w:val="28"/>
              </w:rPr>
            </w:pPr>
          </w:p>
        </w:tc>
      </w:tr>
      <w:tr w:rsidR="00AA75FA" w:rsidTr="00EA3257">
        <w:trPr>
          <w:cantSplit/>
          <w:trHeight w:val="322"/>
        </w:trPr>
        <w:tc>
          <w:tcPr>
            <w:tcW w:w="62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5FA" w:rsidRDefault="00AA75FA" w:rsidP="00CC2D3F">
            <w:pPr>
              <w:rPr>
                <w:szCs w:val="28"/>
              </w:rPr>
            </w:pPr>
          </w:p>
        </w:tc>
        <w:tc>
          <w:tcPr>
            <w:tcW w:w="7314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5FA" w:rsidRDefault="00AA75FA" w:rsidP="00CC2D3F">
            <w:pPr>
              <w:rPr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5FA" w:rsidRDefault="00AA75FA" w:rsidP="00CC2D3F">
            <w:pPr>
              <w:rPr>
                <w:szCs w:val="28"/>
              </w:rPr>
            </w:pPr>
          </w:p>
        </w:tc>
      </w:tr>
    </w:tbl>
    <w:p w:rsidR="00AA75FA" w:rsidRPr="00AA75FA" w:rsidRDefault="00AA75FA">
      <w:pPr>
        <w:rPr>
          <w:sz w:val="2"/>
        </w:rPr>
      </w:pPr>
    </w:p>
    <w:tbl>
      <w:tblPr>
        <w:tblW w:w="99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24"/>
        <w:gridCol w:w="816"/>
        <w:gridCol w:w="5447"/>
        <w:gridCol w:w="1051"/>
        <w:gridCol w:w="1276"/>
        <w:gridCol w:w="238"/>
        <w:gridCol w:w="187"/>
        <w:gridCol w:w="51"/>
        <w:gridCol w:w="236"/>
      </w:tblGrid>
      <w:tr w:rsidR="00AA75FA" w:rsidTr="00A3425A">
        <w:trPr>
          <w:gridAfter w:val="2"/>
          <w:wAfter w:w="287" w:type="dxa"/>
          <w:cantSplit/>
          <w:tblHeader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5FA" w:rsidRDefault="00AA75FA" w:rsidP="00CC2D3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5FA" w:rsidRDefault="00AA75FA" w:rsidP="00CC2D3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5FA" w:rsidRDefault="00AA75FA" w:rsidP="00CC2D3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AA75FA" w:rsidTr="007B37DB">
        <w:trPr>
          <w:gridAfter w:val="2"/>
          <w:wAfter w:w="287" w:type="dxa"/>
          <w:cantSplit/>
          <w:trHeight w:val="419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5FA" w:rsidRPr="00EA3257" w:rsidRDefault="00C3442C" w:rsidP="00A3425A">
            <w:pPr>
              <w:jc w:val="right"/>
              <w:rPr>
                <w:szCs w:val="28"/>
              </w:rPr>
            </w:pPr>
            <w:r w:rsidRPr="00EA3257">
              <w:rPr>
                <w:szCs w:val="28"/>
              </w:rPr>
              <w:t>1</w:t>
            </w:r>
            <w:r w:rsidR="00AA75FA" w:rsidRPr="00EA3257">
              <w:rPr>
                <w:szCs w:val="28"/>
              </w:rPr>
              <w:t>.</w:t>
            </w:r>
          </w:p>
        </w:tc>
        <w:tc>
          <w:tcPr>
            <w:tcW w:w="7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75FA" w:rsidRPr="00EA3257" w:rsidRDefault="00AA75FA" w:rsidP="00D96B4F">
            <w:pPr>
              <w:rPr>
                <w:szCs w:val="28"/>
              </w:rPr>
            </w:pPr>
            <w:r w:rsidRPr="00EA3257">
              <w:rPr>
                <w:szCs w:val="28"/>
              </w:rPr>
              <w:t xml:space="preserve">Обеспечение отдыха и оздоровления детей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75FA" w:rsidRPr="00EA3257" w:rsidRDefault="00D96B4F" w:rsidP="00CC2D3F">
            <w:pPr>
              <w:jc w:val="right"/>
              <w:rPr>
                <w:szCs w:val="28"/>
              </w:rPr>
            </w:pPr>
            <w:r w:rsidRPr="00EA3257">
              <w:rPr>
                <w:szCs w:val="28"/>
              </w:rPr>
              <w:t>674,2</w:t>
            </w:r>
          </w:p>
        </w:tc>
      </w:tr>
      <w:tr w:rsidR="00AA75FA" w:rsidTr="00A3425A">
        <w:trPr>
          <w:gridAfter w:val="2"/>
          <w:wAfter w:w="287" w:type="dxa"/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5FA" w:rsidRPr="00EA3257" w:rsidRDefault="00C3442C" w:rsidP="00A3425A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2</w:t>
            </w:r>
            <w:r w:rsidR="00AA75FA" w:rsidRPr="00EA3257">
              <w:rPr>
                <w:szCs w:val="28"/>
              </w:rPr>
              <w:t>.</w:t>
            </w:r>
          </w:p>
        </w:tc>
        <w:tc>
          <w:tcPr>
            <w:tcW w:w="7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5FA" w:rsidRPr="00EA3257" w:rsidRDefault="00C3442C" w:rsidP="00CC2D3F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</w:t>
            </w:r>
            <w:r w:rsidR="00AA75FA" w:rsidRPr="00EA3257">
              <w:rPr>
                <w:szCs w:val="28"/>
              </w:rPr>
              <w:t>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75FA" w:rsidRPr="00EA3257" w:rsidRDefault="00D96B4F" w:rsidP="00CC2D3F">
            <w:pPr>
              <w:jc w:val="right"/>
              <w:rPr>
                <w:szCs w:val="28"/>
              </w:rPr>
            </w:pPr>
            <w:r w:rsidRPr="00EA3257">
              <w:rPr>
                <w:szCs w:val="28"/>
              </w:rPr>
              <w:t>23 299,6</w:t>
            </w:r>
          </w:p>
        </w:tc>
      </w:tr>
      <w:tr w:rsidR="00352CD9" w:rsidTr="00352CD9">
        <w:trPr>
          <w:gridAfter w:val="2"/>
          <w:wAfter w:w="287" w:type="dxa"/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D9" w:rsidRPr="00EA3257" w:rsidRDefault="00352CD9" w:rsidP="008A5D7B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3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7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2CD9" w:rsidRPr="00EA3257" w:rsidRDefault="00352CD9" w:rsidP="00565A46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Осуществление отдельных государственных полномочий по выплате ежемесячных денежных средств на содерж</w:t>
            </w:r>
            <w:r w:rsidRPr="00EA3257">
              <w:rPr>
                <w:szCs w:val="28"/>
              </w:rPr>
              <w:t>а</w:t>
            </w:r>
            <w:r w:rsidRPr="00EA3257">
              <w:rPr>
                <w:szCs w:val="28"/>
              </w:rPr>
              <w:t>ние детей-сирот и детей, оставшихся без попечения род</w:t>
            </w:r>
            <w:r w:rsidRPr="00EA3257">
              <w:rPr>
                <w:szCs w:val="28"/>
              </w:rPr>
              <w:t>и</w:t>
            </w:r>
            <w:r w:rsidRPr="00EA3257">
              <w:rPr>
                <w:szCs w:val="28"/>
              </w:rPr>
              <w:t>телей, находящихся под опекой (попечительством), вкл</w:t>
            </w:r>
            <w:r w:rsidRPr="00EA3257">
              <w:rPr>
                <w:szCs w:val="28"/>
              </w:rPr>
              <w:t>ю</w:t>
            </w:r>
            <w:r w:rsidRPr="00EA3257">
              <w:rPr>
                <w:szCs w:val="28"/>
              </w:rPr>
              <w:t>чая предварительную опеку (попечительство), переданных на воспитание в приемную семью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CD9" w:rsidRPr="00EA3257" w:rsidRDefault="00352CD9" w:rsidP="00565A46">
            <w:pPr>
              <w:jc w:val="right"/>
              <w:rPr>
                <w:szCs w:val="28"/>
              </w:rPr>
            </w:pPr>
            <w:r w:rsidRPr="00EA3257">
              <w:rPr>
                <w:szCs w:val="28"/>
              </w:rPr>
              <w:t>46 273,8</w:t>
            </w:r>
          </w:p>
        </w:tc>
      </w:tr>
      <w:tr w:rsidR="00352CD9" w:rsidTr="00A3425A">
        <w:trPr>
          <w:gridAfter w:val="2"/>
          <w:wAfter w:w="287" w:type="dxa"/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D9" w:rsidRPr="00EA3257" w:rsidRDefault="00352CD9" w:rsidP="008A5D7B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4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7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CD9" w:rsidRPr="00EA3257" w:rsidRDefault="00352CD9" w:rsidP="00CC2D3F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Осуществление отдельных государственных полномочий по выплате ежемесячного вознаграждения, причитающ</w:t>
            </w:r>
            <w:r w:rsidRPr="00EA3257">
              <w:rPr>
                <w:szCs w:val="28"/>
              </w:rPr>
              <w:t>е</w:t>
            </w:r>
            <w:r w:rsidRPr="00EA3257">
              <w:rPr>
                <w:szCs w:val="28"/>
              </w:rPr>
              <w:t>гося приемным родителям за оказание услуг по воспит</w:t>
            </w:r>
            <w:r w:rsidRPr="00EA3257">
              <w:rPr>
                <w:szCs w:val="28"/>
              </w:rPr>
              <w:t>а</w:t>
            </w:r>
            <w:r w:rsidRPr="00EA3257">
              <w:rPr>
                <w:szCs w:val="28"/>
              </w:rPr>
              <w:t>нию приемных детей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CD9" w:rsidRPr="00EA3257" w:rsidRDefault="00352CD9" w:rsidP="00CC2D3F">
            <w:pPr>
              <w:jc w:val="right"/>
              <w:rPr>
                <w:szCs w:val="28"/>
              </w:rPr>
            </w:pPr>
            <w:r w:rsidRPr="00EA3257">
              <w:rPr>
                <w:szCs w:val="28"/>
              </w:rPr>
              <w:t>41 682,8</w:t>
            </w:r>
          </w:p>
        </w:tc>
      </w:tr>
      <w:tr w:rsidR="00352CD9" w:rsidTr="00A3425A">
        <w:trPr>
          <w:gridAfter w:val="2"/>
          <w:wAfter w:w="287" w:type="dxa"/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2CD9" w:rsidRPr="00EA3257" w:rsidRDefault="00352CD9" w:rsidP="00565A46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5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7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2CD9" w:rsidRPr="00EA3257" w:rsidRDefault="00352CD9" w:rsidP="00565A46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Осуществление отдельных государственных полномочий по выплате ежемесячного вознаграждения, причитающ</w:t>
            </w:r>
            <w:r w:rsidRPr="00EA3257">
              <w:rPr>
                <w:szCs w:val="28"/>
              </w:rPr>
              <w:t>е</w:t>
            </w:r>
            <w:r w:rsidRPr="00EA3257">
              <w:rPr>
                <w:szCs w:val="28"/>
              </w:rPr>
              <w:t>гося патронатным воспитателям за оказание услуг по ос</w:t>
            </w:r>
            <w:r w:rsidRPr="00EA3257">
              <w:rPr>
                <w:szCs w:val="28"/>
              </w:rPr>
              <w:t>у</w:t>
            </w:r>
            <w:r w:rsidRPr="00EA3257">
              <w:rPr>
                <w:szCs w:val="28"/>
              </w:rPr>
              <w:t xml:space="preserve">ществлению патронатного воспитания и </w:t>
            </w:r>
            <w:proofErr w:type="spellStart"/>
            <w:r w:rsidRPr="00EA3257">
              <w:rPr>
                <w:szCs w:val="28"/>
              </w:rPr>
              <w:t>постинтернатного</w:t>
            </w:r>
            <w:proofErr w:type="spellEnd"/>
            <w:r w:rsidRPr="00EA3257">
              <w:rPr>
                <w:szCs w:val="28"/>
              </w:rPr>
              <w:t xml:space="preserve"> сопровождения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CD9" w:rsidRPr="00EA3257" w:rsidRDefault="00352CD9" w:rsidP="00565A46">
            <w:pPr>
              <w:jc w:val="right"/>
              <w:rPr>
                <w:szCs w:val="28"/>
              </w:rPr>
            </w:pPr>
            <w:r w:rsidRPr="00EA3257">
              <w:rPr>
                <w:szCs w:val="28"/>
              </w:rPr>
              <w:t>477,1</w:t>
            </w:r>
          </w:p>
        </w:tc>
      </w:tr>
      <w:tr w:rsidR="00352CD9" w:rsidTr="00352CD9">
        <w:trPr>
          <w:gridAfter w:val="2"/>
          <w:wAfter w:w="287" w:type="dxa"/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2CD9" w:rsidRPr="00EA3257" w:rsidRDefault="00352CD9" w:rsidP="00565A46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6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7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CD9" w:rsidRPr="00EA3257" w:rsidRDefault="00352CD9" w:rsidP="00CC2D3F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Осуществление отдельных государственных полномочий по выплате ежемесячных денежных средств на содерж</w:t>
            </w:r>
            <w:r w:rsidRPr="00EA3257">
              <w:rPr>
                <w:szCs w:val="28"/>
              </w:rPr>
              <w:t>а</w:t>
            </w:r>
            <w:r w:rsidRPr="00EA3257">
              <w:rPr>
                <w:szCs w:val="28"/>
              </w:rPr>
              <w:t>ние детей, нуждающихся в особой заботе государства, п</w:t>
            </w:r>
            <w:r w:rsidRPr="00EA3257">
              <w:rPr>
                <w:szCs w:val="28"/>
              </w:rPr>
              <w:t>е</w:t>
            </w:r>
            <w:r w:rsidRPr="00EA3257">
              <w:rPr>
                <w:szCs w:val="28"/>
              </w:rPr>
              <w:t>реданных на патронатное воспитание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CD9" w:rsidRPr="00EA3257" w:rsidRDefault="00352CD9" w:rsidP="00CC2D3F">
            <w:pPr>
              <w:jc w:val="right"/>
              <w:rPr>
                <w:szCs w:val="28"/>
              </w:rPr>
            </w:pPr>
            <w:r w:rsidRPr="00EA3257">
              <w:rPr>
                <w:szCs w:val="28"/>
              </w:rPr>
              <w:t>419,9</w:t>
            </w:r>
          </w:p>
        </w:tc>
      </w:tr>
      <w:tr w:rsidR="00352CD9" w:rsidTr="00A3425A">
        <w:trPr>
          <w:gridAfter w:val="2"/>
          <w:wAfter w:w="287" w:type="dxa"/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D9" w:rsidRPr="00EA3257" w:rsidRDefault="00352CD9" w:rsidP="008A5D7B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lastRenderedPageBreak/>
              <w:t>7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7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CD9" w:rsidRPr="00EA3257" w:rsidRDefault="00352CD9" w:rsidP="00CC2D3F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Осуществление отдельных государственных полномочий по обеспечению выплаты компенсации части родител</w:t>
            </w:r>
            <w:r w:rsidRPr="00EA3257">
              <w:rPr>
                <w:szCs w:val="28"/>
              </w:rPr>
              <w:t>ь</w:t>
            </w:r>
            <w:r w:rsidRPr="00EA3257">
              <w:rPr>
                <w:szCs w:val="28"/>
              </w:rPr>
              <w:t>ской платы за присмотр и уход за детьми, посещающими образовательные организации, реализующие образов</w:t>
            </w:r>
            <w:r w:rsidRPr="00EA3257">
              <w:rPr>
                <w:szCs w:val="28"/>
              </w:rPr>
              <w:t>а</w:t>
            </w:r>
            <w:r w:rsidRPr="00EA3257">
              <w:rPr>
                <w:szCs w:val="28"/>
              </w:rPr>
              <w:t>тельную программу дошкольного образования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CD9" w:rsidRPr="00EA3257" w:rsidRDefault="00352CD9" w:rsidP="00CC2D3F">
            <w:pPr>
              <w:jc w:val="right"/>
              <w:rPr>
                <w:szCs w:val="28"/>
              </w:rPr>
            </w:pPr>
            <w:r w:rsidRPr="00EA3257">
              <w:rPr>
                <w:szCs w:val="28"/>
              </w:rPr>
              <w:t>9 372,0</w:t>
            </w:r>
          </w:p>
        </w:tc>
      </w:tr>
      <w:tr w:rsidR="00352CD9" w:rsidTr="00A3425A">
        <w:trPr>
          <w:gridAfter w:val="2"/>
          <w:wAfter w:w="287" w:type="dxa"/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D9" w:rsidRPr="00EA3257" w:rsidRDefault="00352CD9" w:rsidP="008A5D7B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8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7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CD9" w:rsidRPr="00EA3257" w:rsidRDefault="00352CD9" w:rsidP="00CC2D3F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Осуществление отдельных государственных полномочий по обеспечению льготным питанием учащихся из мног</w:t>
            </w:r>
            <w:r w:rsidRPr="00EA3257">
              <w:rPr>
                <w:szCs w:val="28"/>
              </w:rPr>
              <w:t>о</w:t>
            </w:r>
            <w:r w:rsidRPr="00EA3257">
              <w:rPr>
                <w:szCs w:val="28"/>
              </w:rPr>
              <w:t>детных семей в муниципальных общеобразовательных о</w:t>
            </w:r>
            <w:r w:rsidRPr="00EA3257">
              <w:rPr>
                <w:szCs w:val="28"/>
              </w:rPr>
              <w:t>р</w:t>
            </w:r>
            <w:r w:rsidRPr="00EA3257">
              <w:rPr>
                <w:szCs w:val="28"/>
              </w:rPr>
              <w:t>ганизациях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CD9" w:rsidRPr="00EA3257" w:rsidRDefault="00352CD9" w:rsidP="00CC2D3F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1111</w:t>
            </w:r>
            <w:r w:rsidRPr="00EA3257">
              <w:rPr>
                <w:szCs w:val="28"/>
              </w:rPr>
              <w:t>,5</w:t>
            </w:r>
          </w:p>
        </w:tc>
      </w:tr>
      <w:tr w:rsidR="00352CD9" w:rsidTr="007B37DB">
        <w:trPr>
          <w:gridAfter w:val="2"/>
          <w:wAfter w:w="287" w:type="dxa"/>
          <w:cantSplit/>
          <w:trHeight w:val="419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2CD9" w:rsidRPr="00EA3257" w:rsidRDefault="00352CD9" w:rsidP="008A5D7B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9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7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CD9" w:rsidRPr="00EA3257" w:rsidRDefault="00352CD9" w:rsidP="007B37DB">
            <w:pPr>
              <w:rPr>
                <w:szCs w:val="28"/>
              </w:rPr>
            </w:pPr>
            <w:r w:rsidRPr="00EA3257">
              <w:rPr>
                <w:szCs w:val="28"/>
              </w:rPr>
              <w:t>Социальное обслуживание семьи и детей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CD9" w:rsidRPr="00EA3257" w:rsidRDefault="00352CD9" w:rsidP="00CC2D3F">
            <w:pPr>
              <w:jc w:val="right"/>
              <w:rPr>
                <w:szCs w:val="28"/>
              </w:rPr>
            </w:pPr>
            <w:r w:rsidRPr="00EA3257">
              <w:rPr>
                <w:szCs w:val="28"/>
              </w:rPr>
              <w:t>415,0</w:t>
            </w:r>
          </w:p>
        </w:tc>
      </w:tr>
      <w:tr w:rsidR="00352CD9" w:rsidTr="00B9484A">
        <w:trPr>
          <w:gridAfter w:val="2"/>
          <w:wAfter w:w="287" w:type="dxa"/>
          <w:cantSplit/>
          <w:trHeight w:val="433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CD9" w:rsidRPr="00EA3257" w:rsidRDefault="00352CD9" w:rsidP="00CC2D3F">
            <w:pPr>
              <w:rPr>
                <w:szCs w:val="28"/>
              </w:rPr>
            </w:pPr>
          </w:p>
          <w:p w:rsidR="00352CD9" w:rsidRPr="00EA3257" w:rsidRDefault="00352CD9" w:rsidP="00CC2D3F">
            <w:pPr>
              <w:rPr>
                <w:szCs w:val="28"/>
              </w:rPr>
            </w:pPr>
            <w:r w:rsidRPr="00EA3257">
              <w:rPr>
                <w:szCs w:val="28"/>
              </w:rPr>
              <w:t xml:space="preserve"> </w:t>
            </w:r>
          </w:p>
        </w:tc>
        <w:tc>
          <w:tcPr>
            <w:tcW w:w="7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CD9" w:rsidRPr="00EA3257" w:rsidRDefault="00352CD9" w:rsidP="00CC2D3F">
            <w:pPr>
              <w:rPr>
                <w:b/>
                <w:bCs/>
                <w:szCs w:val="28"/>
              </w:rPr>
            </w:pPr>
            <w:r w:rsidRPr="00EA3257">
              <w:rPr>
                <w:b/>
                <w:bCs/>
                <w:szCs w:val="28"/>
              </w:rPr>
              <w:t>Итого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CD9" w:rsidRPr="00EA3257" w:rsidRDefault="00352CD9" w:rsidP="00B9484A">
            <w:pPr>
              <w:jc w:val="right"/>
              <w:rPr>
                <w:b/>
                <w:bCs/>
                <w:szCs w:val="28"/>
              </w:rPr>
            </w:pPr>
            <w:r w:rsidRPr="00EA3257">
              <w:rPr>
                <w:b/>
                <w:bCs/>
                <w:szCs w:val="28"/>
              </w:rPr>
              <w:t>123 725,9</w:t>
            </w:r>
          </w:p>
        </w:tc>
      </w:tr>
      <w:tr w:rsidR="00352CD9" w:rsidTr="00CC2D3F">
        <w:trPr>
          <w:cantSplit/>
        </w:trPr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D9" w:rsidRPr="00EA3257" w:rsidRDefault="00352CD9" w:rsidP="00CC2D3F">
            <w:pPr>
              <w:rPr>
                <w:szCs w:val="28"/>
              </w:rPr>
            </w:pPr>
          </w:p>
        </w:tc>
        <w:tc>
          <w:tcPr>
            <w:tcW w:w="5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D9" w:rsidRPr="00EA3257" w:rsidRDefault="00352CD9" w:rsidP="00CC2D3F">
            <w:pPr>
              <w:rPr>
                <w:szCs w:val="28"/>
              </w:rPr>
            </w:pPr>
          </w:p>
        </w:tc>
        <w:tc>
          <w:tcPr>
            <w:tcW w:w="23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CD9" w:rsidRPr="00EA3257" w:rsidRDefault="00352CD9" w:rsidP="00CC2D3F">
            <w:pPr>
              <w:rPr>
                <w:rFonts w:ascii="Arial" w:hAnsi="Arial" w:cs="Arial"/>
                <w:szCs w:val="28"/>
              </w:rPr>
            </w:pPr>
          </w:p>
        </w:tc>
        <w:tc>
          <w:tcPr>
            <w:tcW w:w="238" w:type="dxa"/>
            <w:vAlign w:val="center"/>
            <w:hideMark/>
          </w:tcPr>
          <w:p w:rsidR="00352CD9" w:rsidRDefault="00352CD9" w:rsidP="00CC2D3F">
            <w:pPr>
              <w:rPr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vAlign w:val="center"/>
            <w:hideMark/>
          </w:tcPr>
          <w:p w:rsidR="00352CD9" w:rsidRDefault="00352CD9" w:rsidP="00CC2D3F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352CD9" w:rsidRDefault="00352CD9" w:rsidP="00CC2D3F">
            <w:pPr>
              <w:rPr>
                <w:sz w:val="20"/>
                <w:szCs w:val="20"/>
              </w:rPr>
            </w:pPr>
          </w:p>
        </w:tc>
      </w:tr>
      <w:tr w:rsidR="00352CD9" w:rsidTr="00CC2D3F">
        <w:trPr>
          <w:cantSplit/>
        </w:trPr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D9" w:rsidRPr="00EA3257" w:rsidRDefault="00352CD9" w:rsidP="00CC2D3F">
            <w:pPr>
              <w:rPr>
                <w:szCs w:val="28"/>
              </w:rPr>
            </w:pPr>
          </w:p>
        </w:tc>
        <w:tc>
          <w:tcPr>
            <w:tcW w:w="5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D9" w:rsidRPr="00EA3257" w:rsidRDefault="00352CD9" w:rsidP="00CC2D3F">
            <w:pPr>
              <w:rPr>
                <w:szCs w:val="28"/>
              </w:rPr>
            </w:pPr>
          </w:p>
        </w:tc>
        <w:tc>
          <w:tcPr>
            <w:tcW w:w="23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CD9" w:rsidRPr="00EA3257" w:rsidRDefault="00352CD9" w:rsidP="00CC2D3F">
            <w:pPr>
              <w:rPr>
                <w:rFonts w:ascii="Arial" w:hAnsi="Arial" w:cs="Arial"/>
                <w:szCs w:val="28"/>
              </w:rPr>
            </w:pPr>
          </w:p>
        </w:tc>
        <w:tc>
          <w:tcPr>
            <w:tcW w:w="238" w:type="dxa"/>
            <w:vAlign w:val="center"/>
            <w:hideMark/>
          </w:tcPr>
          <w:p w:rsidR="00352CD9" w:rsidRDefault="00352CD9" w:rsidP="00CC2D3F">
            <w:pPr>
              <w:rPr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vAlign w:val="center"/>
            <w:hideMark/>
          </w:tcPr>
          <w:p w:rsidR="00352CD9" w:rsidRDefault="00352CD9" w:rsidP="00CC2D3F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352CD9" w:rsidRDefault="00352CD9" w:rsidP="00CC2D3F">
            <w:pPr>
              <w:rPr>
                <w:sz w:val="20"/>
                <w:szCs w:val="20"/>
              </w:rPr>
            </w:pPr>
          </w:p>
        </w:tc>
      </w:tr>
      <w:tr w:rsidR="00352CD9" w:rsidTr="00CC2D3F">
        <w:trPr>
          <w:cantSplit/>
        </w:trPr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D9" w:rsidRPr="00EA3257" w:rsidRDefault="00352CD9" w:rsidP="00CC2D3F">
            <w:pPr>
              <w:rPr>
                <w:szCs w:val="28"/>
              </w:rPr>
            </w:pPr>
          </w:p>
        </w:tc>
        <w:tc>
          <w:tcPr>
            <w:tcW w:w="5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D9" w:rsidRPr="00EA3257" w:rsidRDefault="00352CD9" w:rsidP="00CC2D3F">
            <w:pPr>
              <w:rPr>
                <w:szCs w:val="28"/>
              </w:rPr>
            </w:pPr>
          </w:p>
        </w:tc>
        <w:tc>
          <w:tcPr>
            <w:tcW w:w="23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CD9" w:rsidRPr="00EA3257" w:rsidRDefault="00352CD9" w:rsidP="00CC2D3F">
            <w:pPr>
              <w:rPr>
                <w:rFonts w:ascii="Arial" w:hAnsi="Arial" w:cs="Arial"/>
                <w:szCs w:val="28"/>
              </w:rPr>
            </w:pPr>
          </w:p>
        </w:tc>
        <w:tc>
          <w:tcPr>
            <w:tcW w:w="238" w:type="dxa"/>
            <w:vAlign w:val="center"/>
            <w:hideMark/>
          </w:tcPr>
          <w:p w:rsidR="00352CD9" w:rsidRDefault="00352CD9" w:rsidP="00CC2D3F">
            <w:pPr>
              <w:rPr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vAlign w:val="center"/>
            <w:hideMark/>
          </w:tcPr>
          <w:p w:rsidR="00352CD9" w:rsidRDefault="00352CD9" w:rsidP="00CC2D3F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352CD9" w:rsidRDefault="00352CD9" w:rsidP="00CC2D3F">
            <w:pPr>
              <w:rPr>
                <w:sz w:val="20"/>
                <w:szCs w:val="20"/>
              </w:rPr>
            </w:pPr>
          </w:p>
        </w:tc>
      </w:tr>
      <w:tr w:rsidR="00352CD9" w:rsidTr="00CC2D3F">
        <w:trPr>
          <w:cantSplit/>
        </w:trPr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D9" w:rsidRPr="00EA3257" w:rsidRDefault="00352CD9" w:rsidP="00CC2D3F">
            <w:pPr>
              <w:rPr>
                <w:szCs w:val="28"/>
              </w:rPr>
            </w:pPr>
          </w:p>
        </w:tc>
        <w:tc>
          <w:tcPr>
            <w:tcW w:w="5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2CD9" w:rsidRPr="00EA3257" w:rsidRDefault="00352CD9" w:rsidP="00CC2D3F">
            <w:pPr>
              <w:rPr>
                <w:szCs w:val="28"/>
              </w:rPr>
            </w:pPr>
          </w:p>
        </w:tc>
        <w:tc>
          <w:tcPr>
            <w:tcW w:w="23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CD9" w:rsidRPr="00EA3257" w:rsidRDefault="00352CD9" w:rsidP="00CC2D3F">
            <w:pPr>
              <w:rPr>
                <w:rFonts w:ascii="Arial" w:hAnsi="Arial" w:cs="Arial"/>
                <w:szCs w:val="28"/>
              </w:rPr>
            </w:pPr>
          </w:p>
        </w:tc>
        <w:tc>
          <w:tcPr>
            <w:tcW w:w="238" w:type="dxa"/>
            <w:vAlign w:val="center"/>
            <w:hideMark/>
          </w:tcPr>
          <w:p w:rsidR="00352CD9" w:rsidRDefault="00352CD9" w:rsidP="00CC2D3F">
            <w:pPr>
              <w:rPr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vAlign w:val="center"/>
            <w:hideMark/>
          </w:tcPr>
          <w:p w:rsidR="00352CD9" w:rsidRDefault="00352CD9" w:rsidP="00CC2D3F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352CD9" w:rsidRDefault="00352CD9" w:rsidP="00CC2D3F">
            <w:pPr>
              <w:rPr>
                <w:sz w:val="20"/>
                <w:szCs w:val="20"/>
              </w:rPr>
            </w:pPr>
          </w:p>
        </w:tc>
      </w:tr>
    </w:tbl>
    <w:p w:rsidR="00AA75FA" w:rsidRPr="00DD251E" w:rsidRDefault="00AA75FA" w:rsidP="002A7901">
      <w:pPr>
        <w:jc w:val="right"/>
        <w:rPr>
          <w:lang w:val="en-US"/>
        </w:rPr>
      </w:pPr>
    </w:p>
    <w:p w:rsidR="00CA770E" w:rsidRDefault="00CA770E" w:rsidP="007E513A">
      <w:pPr>
        <w:rPr>
          <w:lang w:val="en-US"/>
        </w:rPr>
      </w:pPr>
    </w:p>
    <w:p w:rsidR="007C2561" w:rsidRDefault="007C2561" w:rsidP="007E513A">
      <w:pPr>
        <w:rPr>
          <w:lang w:val="en-US"/>
        </w:rPr>
      </w:pPr>
    </w:p>
    <w:p w:rsidR="007B37DB" w:rsidRPr="007C2561" w:rsidRDefault="007B37DB" w:rsidP="007E513A">
      <w:pPr>
        <w:rPr>
          <w:lang w:val="en-US"/>
        </w:rPr>
      </w:pPr>
    </w:p>
    <w:p w:rsidR="00627195" w:rsidRDefault="00D33A2F" w:rsidP="00627195">
      <w:pPr>
        <w:rPr>
          <w:szCs w:val="28"/>
        </w:rPr>
      </w:pPr>
      <w:r>
        <w:rPr>
          <w:szCs w:val="28"/>
        </w:rPr>
        <w:t>Первый з</w:t>
      </w:r>
      <w:r w:rsidR="00627195">
        <w:rPr>
          <w:szCs w:val="28"/>
        </w:rPr>
        <w:t>аместитель главы муниципального</w:t>
      </w:r>
    </w:p>
    <w:p w:rsidR="00627195" w:rsidRDefault="00627195" w:rsidP="00627195">
      <w:pPr>
        <w:rPr>
          <w:szCs w:val="28"/>
        </w:rPr>
      </w:pPr>
      <w:r>
        <w:rPr>
          <w:szCs w:val="28"/>
        </w:rPr>
        <w:t>об</w:t>
      </w:r>
      <w:r w:rsidR="00072E25">
        <w:rPr>
          <w:szCs w:val="28"/>
        </w:rPr>
        <w:t xml:space="preserve">разования </w:t>
      </w:r>
      <w:proofErr w:type="spellStart"/>
      <w:r w:rsidR="00072E25">
        <w:rPr>
          <w:szCs w:val="28"/>
        </w:rPr>
        <w:t>Новокубанский</w:t>
      </w:r>
      <w:proofErr w:type="spellEnd"/>
      <w:r w:rsidR="00072E25">
        <w:rPr>
          <w:szCs w:val="28"/>
        </w:rPr>
        <w:t xml:space="preserve"> район</w:t>
      </w:r>
      <w:r>
        <w:rPr>
          <w:szCs w:val="28"/>
        </w:rPr>
        <w:t>,</w:t>
      </w:r>
    </w:p>
    <w:p w:rsidR="00627195" w:rsidRDefault="00627195" w:rsidP="00627195">
      <w:pPr>
        <w:rPr>
          <w:szCs w:val="28"/>
        </w:rPr>
      </w:pPr>
      <w:r>
        <w:rPr>
          <w:szCs w:val="28"/>
        </w:rPr>
        <w:t>начальник финансового управления</w:t>
      </w:r>
    </w:p>
    <w:p w:rsidR="00627195" w:rsidRDefault="00627195" w:rsidP="00627195">
      <w:pPr>
        <w:rPr>
          <w:szCs w:val="28"/>
        </w:rPr>
      </w:pPr>
      <w:r>
        <w:rPr>
          <w:szCs w:val="28"/>
        </w:rPr>
        <w:t xml:space="preserve">администрации </w:t>
      </w:r>
      <w:proofErr w:type="gramStart"/>
      <w:r>
        <w:rPr>
          <w:szCs w:val="28"/>
        </w:rPr>
        <w:t>муниципального</w:t>
      </w:r>
      <w:proofErr w:type="gramEnd"/>
    </w:p>
    <w:p w:rsidR="00627195" w:rsidRPr="00B9484A" w:rsidRDefault="00627195" w:rsidP="007E513A">
      <w:pPr>
        <w:rPr>
          <w:szCs w:val="28"/>
        </w:rPr>
      </w:pPr>
      <w:r>
        <w:rPr>
          <w:szCs w:val="28"/>
        </w:rPr>
        <w:t xml:space="preserve">образования </w:t>
      </w:r>
      <w:proofErr w:type="spellStart"/>
      <w:r>
        <w:rPr>
          <w:szCs w:val="28"/>
        </w:rPr>
        <w:t>Новокубанский</w:t>
      </w:r>
      <w:proofErr w:type="spellEnd"/>
      <w:r>
        <w:rPr>
          <w:szCs w:val="28"/>
        </w:rPr>
        <w:t xml:space="preserve"> район                                                  </w:t>
      </w:r>
      <w:proofErr w:type="spellStart"/>
      <w:r>
        <w:rPr>
          <w:szCs w:val="28"/>
        </w:rPr>
        <w:t>Е.В.Афонина</w:t>
      </w:r>
      <w:proofErr w:type="spellEnd"/>
      <w:r>
        <w:rPr>
          <w:szCs w:val="28"/>
        </w:rPr>
        <w:t xml:space="preserve">                                    </w:t>
      </w:r>
    </w:p>
    <w:sectPr w:rsidR="00627195" w:rsidRPr="00B9484A" w:rsidSect="00CC2D3F">
      <w:headerReference w:type="default" r:id="rId8"/>
      <w:pgSz w:w="11906" w:h="16838"/>
      <w:pgMar w:top="851" w:right="567" w:bottom="851" w:left="1701" w:header="567" w:footer="39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7209" w:rsidRDefault="009E7209" w:rsidP="00E12559">
      <w:r>
        <w:separator/>
      </w:r>
    </w:p>
  </w:endnote>
  <w:endnote w:type="continuationSeparator" w:id="0">
    <w:p w:rsidR="009E7209" w:rsidRDefault="009E7209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7209" w:rsidRDefault="009E7209" w:rsidP="00E12559">
      <w:r>
        <w:separator/>
      </w:r>
    </w:p>
  </w:footnote>
  <w:footnote w:type="continuationSeparator" w:id="0">
    <w:p w:rsidR="009E7209" w:rsidRDefault="009E7209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7E6C06" w:rsidRDefault="007E6C06" w:rsidP="003D4A14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1293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5FA"/>
    <w:rsid w:val="00001094"/>
    <w:rsid w:val="00006410"/>
    <w:rsid w:val="0001195B"/>
    <w:rsid w:val="0001293A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2E25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3309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16E2"/>
    <w:rsid w:val="0018367A"/>
    <w:rsid w:val="00190533"/>
    <w:rsid w:val="00192AFE"/>
    <w:rsid w:val="00192B58"/>
    <w:rsid w:val="0019309E"/>
    <w:rsid w:val="0019509C"/>
    <w:rsid w:val="00195CB2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20C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56B0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5CC7"/>
    <w:rsid w:val="00296E2D"/>
    <w:rsid w:val="002A0271"/>
    <w:rsid w:val="002A40C7"/>
    <w:rsid w:val="002A4ABD"/>
    <w:rsid w:val="002A7901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5D13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2F7840"/>
    <w:rsid w:val="00302FCF"/>
    <w:rsid w:val="0030435C"/>
    <w:rsid w:val="0030657B"/>
    <w:rsid w:val="003100A1"/>
    <w:rsid w:val="00312710"/>
    <w:rsid w:val="00314E83"/>
    <w:rsid w:val="003173A8"/>
    <w:rsid w:val="003216D6"/>
    <w:rsid w:val="003238E2"/>
    <w:rsid w:val="00323FA6"/>
    <w:rsid w:val="003256CE"/>
    <w:rsid w:val="0032581D"/>
    <w:rsid w:val="003271E7"/>
    <w:rsid w:val="0033150E"/>
    <w:rsid w:val="00331659"/>
    <w:rsid w:val="00334544"/>
    <w:rsid w:val="00335DE0"/>
    <w:rsid w:val="00336144"/>
    <w:rsid w:val="00337C1F"/>
    <w:rsid w:val="00342DF9"/>
    <w:rsid w:val="00345A2E"/>
    <w:rsid w:val="00346DDD"/>
    <w:rsid w:val="00350378"/>
    <w:rsid w:val="00352CD9"/>
    <w:rsid w:val="00353E1B"/>
    <w:rsid w:val="00356067"/>
    <w:rsid w:val="0035656D"/>
    <w:rsid w:val="0036402B"/>
    <w:rsid w:val="003644F2"/>
    <w:rsid w:val="003657DC"/>
    <w:rsid w:val="00367F8A"/>
    <w:rsid w:val="003700C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743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4A14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1FDD"/>
    <w:rsid w:val="00432754"/>
    <w:rsid w:val="0044036F"/>
    <w:rsid w:val="0044291F"/>
    <w:rsid w:val="00444582"/>
    <w:rsid w:val="00447061"/>
    <w:rsid w:val="004555AE"/>
    <w:rsid w:val="00472EBC"/>
    <w:rsid w:val="00472F81"/>
    <w:rsid w:val="00473173"/>
    <w:rsid w:val="0047414D"/>
    <w:rsid w:val="004755E0"/>
    <w:rsid w:val="004801E4"/>
    <w:rsid w:val="00481312"/>
    <w:rsid w:val="00481629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27195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37FE2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1B3C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37DB"/>
    <w:rsid w:val="007B6267"/>
    <w:rsid w:val="007C2561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4A2B"/>
    <w:rsid w:val="007E513A"/>
    <w:rsid w:val="007E6C06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60"/>
    <w:rsid w:val="008054F3"/>
    <w:rsid w:val="008065F8"/>
    <w:rsid w:val="0081020C"/>
    <w:rsid w:val="008131E3"/>
    <w:rsid w:val="008148EA"/>
    <w:rsid w:val="008263A4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4EE2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177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063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E7209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425A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15ED"/>
    <w:rsid w:val="00A957C4"/>
    <w:rsid w:val="00A97FE3"/>
    <w:rsid w:val="00AA4D76"/>
    <w:rsid w:val="00AA518D"/>
    <w:rsid w:val="00AA53F5"/>
    <w:rsid w:val="00AA75FA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085F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46B01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484A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5F4C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3442C"/>
    <w:rsid w:val="00C35392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4F03"/>
    <w:rsid w:val="00CA53FE"/>
    <w:rsid w:val="00CA5779"/>
    <w:rsid w:val="00CA5798"/>
    <w:rsid w:val="00CA58EB"/>
    <w:rsid w:val="00CA5A2D"/>
    <w:rsid w:val="00CA5BB7"/>
    <w:rsid w:val="00CA770E"/>
    <w:rsid w:val="00CB2EC7"/>
    <w:rsid w:val="00CB327B"/>
    <w:rsid w:val="00CB76F4"/>
    <w:rsid w:val="00CC1F22"/>
    <w:rsid w:val="00CC2D3F"/>
    <w:rsid w:val="00CC7BF4"/>
    <w:rsid w:val="00CD226D"/>
    <w:rsid w:val="00CD60DA"/>
    <w:rsid w:val="00CD67E7"/>
    <w:rsid w:val="00CD6B64"/>
    <w:rsid w:val="00CE0E3D"/>
    <w:rsid w:val="00CE266A"/>
    <w:rsid w:val="00CE2F15"/>
    <w:rsid w:val="00CE2F44"/>
    <w:rsid w:val="00CE5982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0501"/>
    <w:rsid w:val="00D161E5"/>
    <w:rsid w:val="00D16527"/>
    <w:rsid w:val="00D16D6A"/>
    <w:rsid w:val="00D20215"/>
    <w:rsid w:val="00D20A74"/>
    <w:rsid w:val="00D21BC3"/>
    <w:rsid w:val="00D26512"/>
    <w:rsid w:val="00D265B4"/>
    <w:rsid w:val="00D33A2F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6B4F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342A"/>
    <w:rsid w:val="00DC4B2E"/>
    <w:rsid w:val="00DC4D47"/>
    <w:rsid w:val="00DC5EE6"/>
    <w:rsid w:val="00DC7791"/>
    <w:rsid w:val="00DD1DFA"/>
    <w:rsid w:val="00DD251E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69CB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3257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4828"/>
    <w:rsid w:val="00EF538E"/>
    <w:rsid w:val="00EF6930"/>
    <w:rsid w:val="00EF7229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32DE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52A3"/>
    <w:rsid w:val="00F476B0"/>
    <w:rsid w:val="00F512A7"/>
    <w:rsid w:val="00F54259"/>
    <w:rsid w:val="00F55F7C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46B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6B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46B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6B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5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8AC1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65CCFC-CCC0-4184-8AA6-4407BC402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287</TotalTime>
  <Pages>2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2389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Перепечай А.П.</dc:creator>
  <cp:lastModifiedBy>Жанова Салимат</cp:lastModifiedBy>
  <cp:revision>31</cp:revision>
  <cp:lastPrinted>2018-10-23T09:05:00Z</cp:lastPrinted>
  <dcterms:created xsi:type="dcterms:W3CDTF">2017-09-18T13:02:00Z</dcterms:created>
  <dcterms:modified xsi:type="dcterms:W3CDTF">2018-11-23T07:30:00Z</dcterms:modified>
</cp:coreProperties>
</file>